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A9D301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F1D1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F1D1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380A97A2" w:rsidR="009F392E" w:rsidRPr="000F1D1E" w:rsidRDefault="008145D7" w:rsidP="000F1D1E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0F1D1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1D1E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A177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66046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2975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C66046"/>
    <w:rsid w:val="00DB3D9A"/>
    <w:rsid w:val="00DE297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461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14</cp:revision>
  <cp:lastPrinted>2017-11-28T17:18:00Z</cp:lastPrinted>
  <dcterms:created xsi:type="dcterms:W3CDTF">2023-11-16T10:29:00Z</dcterms:created>
  <dcterms:modified xsi:type="dcterms:W3CDTF">2026-01-22T12:04:00Z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